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7DAE8" w14:textId="079D51BB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603F50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7FE5B119" w14:textId="77777777" w:rsidR="005103B9" w:rsidRDefault="005103B9" w:rsidP="005103B9">
      <w:pPr>
        <w:spacing w:after="0" w:line="480" w:lineRule="auto"/>
        <w:rPr>
          <w:b/>
        </w:rPr>
      </w:pPr>
    </w:p>
    <w:p w14:paraId="29C7FC7A" w14:textId="310F452F" w:rsidR="006676AE" w:rsidRPr="005103B9" w:rsidRDefault="00603F50" w:rsidP="005103B9">
      <w:pPr>
        <w:spacing w:after="0" w:line="48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OR.271.</w:t>
      </w:r>
      <w:r w:rsidR="004B40AE">
        <w:rPr>
          <w:rFonts w:ascii="Times New Roman" w:hAnsi="Times New Roman"/>
          <w:b/>
        </w:rPr>
        <w:t>6</w:t>
      </w:r>
      <w:r>
        <w:rPr>
          <w:rFonts w:ascii="Times New Roman" w:hAnsi="Times New Roman"/>
          <w:b/>
        </w:rPr>
        <w:t>.202</w:t>
      </w:r>
      <w:r w:rsidR="00473A2B">
        <w:rPr>
          <w:rFonts w:ascii="Times New Roman" w:hAnsi="Times New Roman"/>
          <w:b/>
        </w:rPr>
        <w:t>5</w:t>
      </w:r>
    </w:p>
    <w:p w14:paraId="782D997A" w14:textId="77777777"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0865D044" w14:textId="40645786" w:rsidR="006676AE" w:rsidRPr="00E24546" w:rsidRDefault="006676AE" w:rsidP="00603F50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CB1F8E" w:rsidRPr="00CB1F8E">
        <w:rPr>
          <w:sz w:val="22"/>
          <w:szCs w:val="22"/>
        </w:rPr>
        <w:t xml:space="preserve">Gmina </w:t>
      </w:r>
      <w:r w:rsidR="00603F50">
        <w:rPr>
          <w:sz w:val="22"/>
          <w:szCs w:val="22"/>
        </w:rPr>
        <w:t>Radziechowy-Wieprz</w:t>
      </w:r>
    </w:p>
    <w:p w14:paraId="44F36664" w14:textId="50F61EE1"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Wieprz 700</w:t>
      </w:r>
    </w:p>
    <w:p w14:paraId="48ABF22E" w14:textId="16CE1092"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03F50">
        <w:rPr>
          <w:sz w:val="22"/>
          <w:szCs w:val="22"/>
        </w:rPr>
        <w:t>34-381 Radziechowy</w:t>
      </w:r>
    </w:p>
    <w:p w14:paraId="07769F1D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6CC2CB30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7F9DE5C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17D434E2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42FD8430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12C50739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2BB2CAC2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05193F09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493E57B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28D775C7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B1F8E" w:rsidRPr="00110593" w14:paraId="1F778ED0" w14:textId="77777777" w:rsidTr="00C43CA8">
        <w:tc>
          <w:tcPr>
            <w:tcW w:w="9212" w:type="dxa"/>
            <w:shd w:val="clear" w:color="auto" w:fill="D9D9D9"/>
          </w:tcPr>
          <w:p w14:paraId="6CCE21D1" w14:textId="77777777" w:rsidR="00CB1F8E" w:rsidRPr="00110593" w:rsidRDefault="00CB1F8E" w:rsidP="00C43CA8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3AF4368D" w14:textId="77777777" w:rsidR="00CB1F8E" w:rsidRPr="00110593" w:rsidRDefault="00CB1F8E" w:rsidP="00C43CA8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CB1F8E">
              <w:rPr>
                <w:rFonts w:ascii="Times New Roman" w:hAnsi="Times New Roman"/>
              </w:rPr>
              <w:t>(Dz.U. poz. 2019 ze zm.)</w:t>
            </w:r>
            <w:r w:rsidRPr="00110593">
              <w:rPr>
                <w:rFonts w:ascii="Times New Roman" w:hAnsi="Times New Roman"/>
              </w:rPr>
              <w:t xml:space="preserve"> (dalej jako: ustawa Pzp), dotyczące:</w:t>
            </w:r>
          </w:p>
          <w:p w14:paraId="537736A1" w14:textId="4505B533" w:rsidR="00CB1F8E" w:rsidRPr="00473A2B" w:rsidRDefault="00CB1F8E" w:rsidP="00473A2B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  <w:r w:rsidR="00473A2B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</w:t>
            </w: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  <w:r w:rsidR="00473A2B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</w:t>
            </w: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48AE909D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BEEA2B6" w14:textId="77777777"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CE50B7D" w14:textId="4CB3C2A3" w:rsidR="005434B3" w:rsidRPr="004401EB" w:rsidRDefault="001F027E" w:rsidP="005434B3">
      <w:pPr>
        <w:spacing w:after="120" w:line="276" w:lineRule="auto"/>
        <w:jc w:val="both"/>
        <w:rPr>
          <w:rFonts w:ascii="Times New Roman" w:hAnsi="Times New Roman"/>
          <w:b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CB1F8E" w:rsidRPr="00CB1F8E">
        <w:rPr>
          <w:rFonts w:ascii="Times New Roman" w:hAnsi="Times New Roman"/>
          <w:b/>
        </w:rPr>
        <w:t>Gmin</w:t>
      </w:r>
      <w:r w:rsidR="004401EB">
        <w:rPr>
          <w:rFonts w:ascii="Times New Roman" w:hAnsi="Times New Roman"/>
          <w:b/>
        </w:rPr>
        <w:t>ę</w:t>
      </w:r>
      <w:r w:rsidR="00603F50">
        <w:rPr>
          <w:rFonts w:ascii="Times New Roman" w:hAnsi="Times New Roman"/>
          <w:b/>
        </w:rPr>
        <w:t xml:space="preserve"> Radziechowy-Wieprz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2756000B" w14:textId="77777777" w:rsidR="004B40AE" w:rsidRPr="004B40AE" w:rsidRDefault="004B40AE" w:rsidP="004B40AE">
      <w:pPr>
        <w:widowControl w:val="0"/>
        <w:pBdr>
          <w:top w:val="single" w:sz="4" w:space="1" w:color="948A54"/>
          <w:left w:val="single" w:sz="4" w:space="4" w:color="948A54"/>
          <w:bottom w:val="single" w:sz="4" w:space="0" w:color="948A54"/>
          <w:right w:val="single" w:sz="4" w:space="4" w:color="948A54"/>
        </w:pBdr>
        <w:tabs>
          <w:tab w:val="left" w:pos="680"/>
        </w:tabs>
        <w:suppressAutoHyphens/>
        <w:spacing w:after="0" w:line="240" w:lineRule="auto"/>
        <w:ind w:left="4" w:hanging="357"/>
        <w:jc w:val="center"/>
        <w:rPr>
          <w:rFonts w:ascii="Cambria" w:hAnsi="Cambria"/>
          <w:b/>
          <w:color w:val="000000"/>
          <w:sz w:val="32"/>
          <w:szCs w:val="32"/>
        </w:rPr>
      </w:pPr>
      <w:bookmarkStart w:id="0" w:name="_Hlk196812450"/>
      <w:r w:rsidRPr="004B40AE">
        <w:rPr>
          <w:rFonts w:ascii="Cambria" w:hAnsi="Cambria"/>
          <w:b/>
          <w:bCs/>
          <w:color w:val="000000"/>
          <w:sz w:val="32"/>
          <w:szCs w:val="32"/>
        </w:rPr>
        <w:t>Budowa sieci wodociągowej w Gminie Radziechowy-Wieprz</w:t>
      </w:r>
    </w:p>
    <w:bookmarkEnd w:id="0"/>
    <w:p w14:paraId="154745F0" w14:textId="77777777" w:rsidR="00473A2B" w:rsidRDefault="00473A2B" w:rsidP="00232DF0">
      <w:pPr>
        <w:spacing w:after="0" w:line="276" w:lineRule="auto"/>
        <w:jc w:val="both"/>
        <w:rPr>
          <w:rFonts w:ascii="Times New Roman" w:hAnsi="Times New Roman"/>
          <w:b/>
        </w:rPr>
      </w:pPr>
    </w:p>
    <w:p w14:paraId="45515986" w14:textId="42DC376E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5CE43EB9" w14:textId="77777777" w:rsidR="00C113BF" w:rsidRPr="00267870" w:rsidRDefault="00C113BF" w:rsidP="005103B9">
      <w:pPr>
        <w:spacing w:before="120" w:after="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Oświadczam, że nie podlegam wykluczeniu z postępowania na po</w:t>
      </w:r>
      <w:r w:rsidR="002C4137" w:rsidRPr="00267870">
        <w:rPr>
          <w:rFonts w:ascii="Times New Roman" w:hAnsi="Times New Roman"/>
          <w:b/>
          <w:bCs/>
        </w:rPr>
        <w:t xml:space="preserve">dstawie </w:t>
      </w:r>
      <w:r w:rsidR="002C4137" w:rsidRPr="00267870">
        <w:rPr>
          <w:rFonts w:ascii="Times New Roman" w:hAnsi="Times New Roman"/>
          <w:b/>
          <w:bCs/>
        </w:rPr>
        <w:br/>
        <w:t xml:space="preserve">art. </w:t>
      </w:r>
      <w:r w:rsidR="00232DF0" w:rsidRPr="00267870">
        <w:rPr>
          <w:rFonts w:ascii="Times New Roman" w:hAnsi="Times New Roman"/>
          <w:b/>
          <w:bCs/>
        </w:rPr>
        <w:t>108</w:t>
      </w:r>
      <w:r w:rsidR="002C4137" w:rsidRPr="00267870">
        <w:rPr>
          <w:rFonts w:ascii="Times New Roman" w:hAnsi="Times New Roman"/>
          <w:b/>
          <w:bCs/>
        </w:rPr>
        <w:t xml:space="preserve"> ust 1 </w:t>
      </w:r>
      <w:r w:rsidRPr="00267870">
        <w:rPr>
          <w:rFonts w:ascii="Times New Roman" w:hAnsi="Times New Roman"/>
          <w:b/>
          <w:bCs/>
        </w:rPr>
        <w:t>ustawy Pzp</w:t>
      </w:r>
      <w:r w:rsidR="00641874" w:rsidRPr="00267870">
        <w:rPr>
          <w:rFonts w:ascii="Times New Roman" w:hAnsi="Times New Roman"/>
          <w:b/>
          <w:bCs/>
        </w:rPr>
        <w:t>.</w:t>
      </w:r>
    </w:p>
    <w:p w14:paraId="3287484C" w14:textId="77777777" w:rsidR="00710937" w:rsidRPr="00267870" w:rsidRDefault="00710937" w:rsidP="005E24AA">
      <w:pPr>
        <w:rPr>
          <w:rFonts w:ascii="Times New Roman" w:hAnsi="Times New Roman"/>
          <w:b/>
          <w:bCs/>
        </w:rPr>
      </w:pPr>
    </w:p>
    <w:p w14:paraId="0AED6839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50C419AA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E196920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7FE2A658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3514873D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6F950001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422E2631" w14:textId="0A7A9881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lastRenderedPageBreak/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</w:t>
      </w:r>
      <w:r w:rsidR="006343A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7BFB24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525E9002" w14:textId="77777777"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2FE207DF" w14:textId="0D54C9DC" w:rsidR="00A07879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51A04D61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4C3DD5EF" w14:textId="77777777" w:rsidR="00A07879" w:rsidRDefault="00A07879" w:rsidP="00A0787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146E8720" w14:textId="77777777" w:rsidR="00A07879" w:rsidRDefault="00A07879" w:rsidP="00A07879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D7E393F" w14:textId="5E51F708" w:rsidR="00A07879" w:rsidRDefault="00A07879" w:rsidP="00A0787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 w:rsidRPr="00267870">
        <w:rPr>
          <w:rFonts w:ascii="Times New Roman" w:hAnsi="Times New Roman"/>
          <w:b/>
          <w:bCs/>
        </w:rPr>
        <w:t>Oświadczam, że nie podlegam wykluczeniu z postępowania</w:t>
      </w:r>
      <w:r>
        <w:rPr>
          <w:rFonts w:ascii="Times New Roman" w:hAnsi="Times New Roman"/>
          <w:b/>
          <w:bCs/>
        </w:rPr>
        <w:t xml:space="preserve"> na podstawie </w:t>
      </w:r>
      <w:r w:rsidRPr="0055089F">
        <w:rPr>
          <w:rFonts w:ascii="Times New Roman" w:hAnsi="Times New Roman"/>
          <w:b/>
          <w:bCs/>
        </w:rPr>
        <w:t>art. 7 ust. 1 pkt. 1 - 3 ustawy Szczególne rozwiązania w zakresie przeciwdziałania wspieraniu agresji na Ukrainę oraz służące ochronie bezpieczeństwa narodowego. (</w:t>
      </w:r>
      <w:r w:rsidR="00473A2B" w:rsidRPr="00473A2B">
        <w:rPr>
          <w:rFonts w:ascii="Times New Roman" w:hAnsi="Times New Roman"/>
          <w:b/>
          <w:bCs/>
        </w:rPr>
        <w:t>Dz.U.2024.507 t.j. z dnia 2024.04.04</w:t>
      </w:r>
      <w:r>
        <w:rPr>
          <w:rFonts w:ascii="Times New Roman" w:hAnsi="Times New Roman"/>
          <w:b/>
          <w:bCs/>
        </w:rPr>
        <w:t>)</w:t>
      </w:r>
    </w:p>
    <w:p w14:paraId="2E670CEA" w14:textId="77777777" w:rsidR="00A07879" w:rsidRDefault="00A07879" w:rsidP="00A07879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42673D7B" w14:textId="77777777" w:rsidR="00A07879" w:rsidRDefault="00A07879" w:rsidP="00A07879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0DAE74AC" w14:textId="77777777" w:rsidR="00A07879" w:rsidRDefault="00A07879" w:rsidP="00A07879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78BEADEB" w14:textId="77777777" w:rsidR="00A07879" w:rsidRPr="00F90CD1" w:rsidRDefault="00A07879" w:rsidP="00A07879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14:paraId="4622FC7E" w14:textId="77777777" w:rsidR="00A07879" w:rsidRDefault="00A07879" w:rsidP="00A07879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73D4BCF" w14:textId="77777777" w:rsidR="00A07879" w:rsidRDefault="00A07879" w:rsidP="00A07879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15921C78" w14:textId="77777777" w:rsidR="00A07879" w:rsidRPr="00F90CD1" w:rsidRDefault="00A07879" w:rsidP="00A07879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215ADA06" w14:textId="77777777" w:rsidR="00A07879" w:rsidRDefault="00A07879" w:rsidP="00A0787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A58C343" w14:textId="226114C9" w:rsidR="00776BC5" w:rsidRPr="00267775" w:rsidRDefault="00776BC5" w:rsidP="000857C0">
      <w:pPr>
        <w:spacing w:after="120" w:line="276" w:lineRule="auto"/>
        <w:jc w:val="both"/>
        <w:rPr>
          <w:rFonts w:ascii="Times New Roman" w:hAnsi="Times New Roman"/>
          <w:b/>
          <w:bCs/>
          <w:u w:val="single"/>
        </w:rPr>
      </w:pPr>
      <w:bookmarkStart w:id="1" w:name="_Hlk95730722"/>
    </w:p>
    <w:p w14:paraId="66FD01DA" w14:textId="2F0DF584" w:rsidR="00D2702A" w:rsidRDefault="004F23F7" w:rsidP="000857C0">
      <w:pPr>
        <w:spacing w:after="12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Oświadczam,</w:t>
      </w:r>
      <w:r w:rsidR="00313417" w:rsidRPr="00267870">
        <w:rPr>
          <w:rFonts w:ascii="Times New Roman" w:hAnsi="Times New Roman"/>
          <w:b/>
          <w:bCs/>
        </w:rPr>
        <w:t xml:space="preserve"> że spełniam</w:t>
      </w:r>
      <w:r w:rsidR="004541F9" w:rsidRPr="00267870">
        <w:rPr>
          <w:rFonts w:ascii="Times New Roman" w:hAnsi="Times New Roman"/>
          <w:b/>
          <w:bCs/>
        </w:rPr>
        <w:t>, określone przez Zamawiającego</w:t>
      </w:r>
      <w:r w:rsidR="009A095E" w:rsidRPr="00267870">
        <w:rPr>
          <w:rFonts w:ascii="Times New Roman" w:hAnsi="Times New Roman"/>
          <w:b/>
          <w:bCs/>
        </w:rPr>
        <w:t xml:space="preserve"> w SWZ</w:t>
      </w:r>
      <w:r w:rsidR="00603F50" w:rsidRPr="00267870">
        <w:rPr>
          <w:rFonts w:ascii="Times New Roman" w:hAnsi="Times New Roman"/>
          <w:b/>
          <w:bCs/>
        </w:rPr>
        <w:t xml:space="preserve"> w punkcie rozdziale 5, pkt 5.2.</w:t>
      </w:r>
      <w:r w:rsidR="004B40AE">
        <w:rPr>
          <w:rFonts w:ascii="Times New Roman" w:hAnsi="Times New Roman"/>
          <w:b/>
          <w:bCs/>
        </w:rPr>
        <w:t>1, 5.2.2</w:t>
      </w:r>
      <w:r w:rsidR="009A095E" w:rsidRPr="00267870">
        <w:rPr>
          <w:rFonts w:ascii="Times New Roman" w:hAnsi="Times New Roman"/>
          <w:b/>
          <w:bCs/>
        </w:rPr>
        <w:t xml:space="preserve"> </w:t>
      </w:r>
      <w:r w:rsidR="00313417" w:rsidRPr="00267870">
        <w:rPr>
          <w:rFonts w:ascii="Times New Roman" w:hAnsi="Times New Roman"/>
          <w:b/>
          <w:bCs/>
        </w:rPr>
        <w:t xml:space="preserve">warunki udziału </w:t>
      </w:r>
      <w:r w:rsidR="004541F9" w:rsidRPr="00267870">
        <w:rPr>
          <w:rFonts w:ascii="Times New Roman" w:hAnsi="Times New Roman"/>
          <w:b/>
          <w:bCs/>
        </w:rPr>
        <w:t>w postępowaniu</w:t>
      </w:r>
      <w:r w:rsidR="004B40AE">
        <w:rPr>
          <w:rFonts w:ascii="Times New Roman" w:hAnsi="Times New Roman"/>
          <w:b/>
          <w:bCs/>
        </w:rPr>
        <w:t>.</w:t>
      </w:r>
    </w:p>
    <w:p w14:paraId="29AA3A6B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654A5734" w14:textId="77777777"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0005CF4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bookmarkEnd w:id="1"/>
    <w:p w14:paraId="0F7B1E93" w14:textId="77777777" w:rsidR="00776BC5" w:rsidRDefault="00776BC5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</w:p>
    <w:p w14:paraId="6A90C6BA" w14:textId="4BF97EDC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  <w:b/>
          <w:bCs/>
        </w:rPr>
      </w:pPr>
      <w:r w:rsidRPr="00267870">
        <w:rPr>
          <w:rFonts w:ascii="Times New Roman" w:hAnsi="Times New Roman"/>
          <w:b/>
          <w:bCs/>
        </w:rPr>
        <w:t>INFORMACJA W ZWIĄZKU Z POLEGANIEM NA ZASOBACH INNYCH PODMIOTÓW:</w:t>
      </w:r>
    </w:p>
    <w:p w14:paraId="2D7711FA" w14:textId="77777777" w:rsidR="006343A7" w:rsidRDefault="006343A7" w:rsidP="00267870">
      <w:pPr>
        <w:spacing w:before="120" w:line="276" w:lineRule="auto"/>
        <w:jc w:val="both"/>
        <w:rPr>
          <w:rFonts w:ascii="Times New Roman" w:hAnsi="Times New Roman"/>
        </w:rPr>
      </w:pPr>
    </w:p>
    <w:p w14:paraId="36A914D6" w14:textId="2EA9F85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Oświadczam, że w celu wykazania spełniania warunków udziału w postępowaniu, określonych przez</w:t>
      </w:r>
      <w:r w:rsidR="00473A2B"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zamawiającego w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 xml:space="preserve">Rozdziale </w:t>
      </w:r>
      <w:r>
        <w:rPr>
          <w:rFonts w:ascii="Times New Roman" w:hAnsi="Times New Roman"/>
        </w:rPr>
        <w:t xml:space="preserve">5 </w:t>
      </w:r>
      <w:r w:rsidRPr="00267870">
        <w:rPr>
          <w:rFonts w:ascii="Times New Roman" w:hAnsi="Times New Roman"/>
        </w:rPr>
        <w:t>Specyfikacji Warunków Zamówienia</w:t>
      </w:r>
      <w:r w:rsidR="00473A2B"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polegam na zasobach następującego/ych podmiotu/ów:</w:t>
      </w:r>
    </w:p>
    <w:p w14:paraId="0F912AB7" w14:textId="3E504A8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4F206135" w14:textId="2948340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283E06F9" w14:textId="5200A43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E9E3454" w14:textId="7DA9C51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lastRenderedPageBreak/>
        <w:t>…………………………………………………...………………..………………..……………………</w:t>
      </w:r>
    </w:p>
    <w:p w14:paraId="464A6B5C" w14:textId="74FB4378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3005712E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w następującym zakresie:</w:t>
      </w:r>
    </w:p>
    <w:p w14:paraId="5BD3B37F" w14:textId="6658484E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399FB68" w14:textId="63DABFF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254EB0AE" w14:textId="5A032239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56DCCC44" w14:textId="4544C716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…………………………………………………...………………..………………..……………………</w:t>
      </w:r>
    </w:p>
    <w:p w14:paraId="6F952A5C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(wskazać podmiot i określić odpowiedni zakres dla wskazanego podmiotu).</w:t>
      </w:r>
    </w:p>
    <w:p w14:paraId="48870D92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w związku z czym przedkładam wraz z ofertą:</w:t>
      </w:r>
    </w:p>
    <w:p w14:paraId="7AFB6E86" w14:textId="24C3DE60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1)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zobowiązanie w/w podmiotu (-ów) do udostępnienia wskazanych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zasobów</w:t>
      </w:r>
      <w:r>
        <w:rPr>
          <w:rFonts w:ascii="Times New Roman" w:hAnsi="Times New Roman"/>
        </w:rPr>
        <w:t xml:space="preserve"> (na formularzu stanowiącym załącznik nr 4 do SWZ)</w:t>
      </w:r>
    </w:p>
    <w:p w14:paraId="1ACC04E4" w14:textId="0936D6BB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2)</w:t>
      </w:r>
      <w:r>
        <w:rPr>
          <w:rFonts w:ascii="Times New Roman" w:hAnsi="Times New Roman"/>
        </w:rPr>
        <w:t xml:space="preserve"> </w:t>
      </w:r>
      <w:r w:rsidRPr="00267870">
        <w:rPr>
          <w:rFonts w:ascii="Times New Roman" w:hAnsi="Times New Roman"/>
        </w:rPr>
        <w:t>inny dokument potwierdzający dysponowanie przez podmiot wskazanymi zasobami tj:</w:t>
      </w:r>
    </w:p>
    <w:p w14:paraId="1FE46A95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18D9A21C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702CC6B0" w14:textId="77777777" w:rsidR="00267870" w:rsidRPr="00267870" w:rsidRDefault="00267870" w:rsidP="00267870">
      <w:pPr>
        <w:spacing w:before="120" w:line="276" w:lineRule="auto"/>
        <w:jc w:val="both"/>
        <w:rPr>
          <w:rFonts w:ascii="Times New Roman" w:hAnsi="Times New Roman"/>
        </w:rPr>
      </w:pPr>
      <w:r w:rsidRPr="00267870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51EF1035" w14:textId="77777777" w:rsidR="00267870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67C92D4A" w14:textId="6FDED06E" w:rsidR="00267870" w:rsidRPr="006676AE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2BDB527D" w14:textId="77777777" w:rsidR="00267870" w:rsidRPr="006676AE" w:rsidRDefault="00267870" w:rsidP="00267870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17F860C0" w14:textId="77777777" w:rsidR="00267870" w:rsidRPr="006676AE" w:rsidRDefault="00267870" w:rsidP="00267870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088C5B9" w14:textId="77777777" w:rsidR="00267870" w:rsidRDefault="00267870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6433B64F" w14:textId="77777777" w:rsidR="00473A2B" w:rsidRPr="00473A2B" w:rsidRDefault="00473A2B" w:rsidP="00473A2B">
      <w:pPr>
        <w:spacing w:before="120" w:line="276" w:lineRule="auto"/>
        <w:jc w:val="both"/>
        <w:rPr>
          <w:rFonts w:ascii="Times New Roman" w:hAnsi="Times New Roman"/>
        </w:rPr>
      </w:pPr>
      <w:r w:rsidRPr="00473A2B">
        <w:rPr>
          <w:rFonts w:ascii="Times New Roman" w:hAnsi="Times New Roman"/>
        </w:rPr>
        <w:t>Oświadczam, że jako jeden z Wykonawców wspólnie ubiegających się o udzielenie zamówienia, wykonam następujący zakres zamówienia (wypełnić w przypadku wspólnego ubiegania się o udzielenie zamówienia):</w:t>
      </w:r>
    </w:p>
    <w:p w14:paraId="2EE5E58B" w14:textId="77777777" w:rsidR="00473A2B" w:rsidRPr="00473A2B" w:rsidRDefault="00473A2B" w:rsidP="00473A2B">
      <w:pPr>
        <w:spacing w:before="120" w:line="276" w:lineRule="auto"/>
        <w:jc w:val="both"/>
        <w:rPr>
          <w:rFonts w:ascii="Times New Roman" w:hAnsi="Times New Roman"/>
        </w:rPr>
      </w:pPr>
      <w:r w:rsidRPr="00473A2B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44A3CE1A" w14:textId="77777777" w:rsidR="00473A2B" w:rsidRPr="00473A2B" w:rsidRDefault="00473A2B" w:rsidP="00473A2B">
      <w:pPr>
        <w:spacing w:before="120" w:line="276" w:lineRule="auto"/>
        <w:jc w:val="both"/>
        <w:rPr>
          <w:rFonts w:ascii="Times New Roman" w:hAnsi="Times New Roman"/>
        </w:rPr>
      </w:pPr>
      <w:r w:rsidRPr="00473A2B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5B2695A8" w14:textId="77777777" w:rsidR="00473A2B" w:rsidRPr="00473A2B" w:rsidRDefault="00473A2B" w:rsidP="00473A2B">
      <w:pPr>
        <w:spacing w:before="120" w:line="276" w:lineRule="auto"/>
        <w:jc w:val="both"/>
        <w:rPr>
          <w:rFonts w:ascii="Times New Roman" w:hAnsi="Times New Roman"/>
        </w:rPr>
      </w:pPr>
      <w:r w:rsidRPr="00473A2B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</w:t>
      </w:r>
    </w:p>
    <w:p w14:paraId="7248428B" w14:textId="77777777" w:rsidR="00473A2B" w:rsidRPr="00473A2B" w:rsidRDefault="00473A2B" w:rsidP="00473A2B">
      <w:pPr>
        <w:spacing w:before="120" w:line="276" w:lineRule="auto"/>
        <w:jc w:val="both"/>
        <w:rPr>
          <w:rFonts w:ascii="Times New Roman" w:hAnsi="Times New Roman"/>
        </w:rPr>
      </w:pPr>
    </w:p>
    <w:p w14:paraId="58306173" w14:textId="77777777" w:rsidR="00473A2B" w:rsidRPr="006676AE" w:rsidRDefault="00473A2B" w:rsidP="00473A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531768DF" w14:textId="77777777" w:rsidR="00473A2B" w:rsidRPr="006676AE" w:rsidRDefault="00473A2B" w:rsidP="00473A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41F02A9" w14:textId="77777777" w:rsidR="00473A2B" w:rsidRPr="006676AE" w:rsidRDefault="00473A2B" w:rsidP="00473A2B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0C7DFC91" w14:textId="77777777" w:rsidR="00473A2B" w:rsidRDefault="00473A2B" w:rsidP="00D2702A">
      <w:pPr>
        <w:spacing w:before="120" w:line="276" w:lineRule="auto"/>
        <w:jc w:val="both"/>
        <w:rPr>
          <w:rFonts w:ascii="Times New Roman" w:hAnsi="Times New Roman"/>
        </w:rPr>
      </w:pPr>
    </w:p>
    <w:p w14:paraId="58FADF2C" w14:textId="68DD4A73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lastRenderedPageBreak/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2B506F6E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47CF9DA3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bookmarkStart w:id="2" w:name="_Hlk63668531"/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02DF456B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4A76CD1F" w14:textId="77777777"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  <w:bookmarkEnd w:id="2"/>
    </w:p>
    <w:sectPr w:rsidR="00484F88" w:rsidRPr="006676AE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01116" w14:textId="77777777" w:rsidR="00891093" w:rsidRDefault="00891093" w:rsidP="0038231F">
      <w:pPr>
        <w:spacing w:after="0" w:line="240" w:lineRule="auto"/>
      </w:pPr>
      <w:r>
        <w:separator/>
      </w:r>
    </w:p>
  </w:endnote>
  <w:endnote w:type="continuationSeparator" w:id="0">
    <w:p w14:paraId="725A9DFB" w14:textId="77777777" w:rsidR="00891093" w:rsidRDefault="008910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21C3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1C0270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928203" w14:textId="77777777" w:rsidR="00891093" w:rsidRDefault="00891093" w:rsidP="0038231F">
      <w:pPr>
        <w:spacing w:after="0" w:line="240" w:lineRule="auto"/>
      </w:pPr>
      <w:r>
        <w:separator/>
      </w:r>
    </w:p>
  </w:footnote>
  <w:footnote w:type="continuationSeparator" w:id="0">
    <w:p w14:paraId="50CD2210" w14:textId="77777777" w:rsidR="00891093" w:rsidRDefault="008910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A51A" w14:textId="14DF3DDA" w:rsidR="00D25A37" w:rsidRDefault="00473A2B">
    <w:pPr>
      <w:pStyle w:val="Nagwek"/>
    </w:pPr>
    <w:r>
      <w:rPr>
        <w:noProof/>
      </w:rPr>
      <w:drawing>
        <wp:inline distT="0" distB="0" distL="0" distR="0" wp14:anchorId="53549130" wp14:editId="67D07BF3">
          <wp:extent cx="5760720" cy="909955"/>
          <wp:effectExtent l="0" t="0" r="0" b="4445"/>
          <wp:docPr id="14286436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8643686" name="Obraz 14286436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09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7E0248"/>
    <w:multiLevelType w:val="hybridMultilevel"/>
    <w:tmpl w:val="6FAED2D8"/>
    <w:lvl w:ilvl="0" w:tplc="CD0252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537104">
    <w:abstractNumId w:val="8"/>
  </w:num>
  <w:num w:numId="2" w16cid:durableId="1779058966">
    <w:abstractNumId w:val="0"/>
  </w:num>
  <w:num w:numId="3" w16cid:durableId="2037996046">
    <w:abstractNumId w:val="7"/>
  </w:num>
  <w:num w:numId="4" w16cid:durableId="138813612">
    <w:abstractNumId w:val="10"/>
  </w:num>
  <w:num w:numId="5" w16cid:durableId="2129157710">
    <w:abstractNumId w:val="9"/>
  </w:num>
  <w:num w:numId="6" w16cid:durableId="1861627067">
    <w:abstractNumId w:val="6"/>
  </w:num>
  <w:num w:numId="7" w16cid:durableId="908424552">
    <w:abstractNumId w:val="1"/>
  </w:num>
  <w:num w:numId="8" w16cid:durableId="2013558322">
    <w:abstractNumId w:val="4"/>
  </w:num>
  <w:num w:numId="9" w16cid:durableId="651832141">
    <w:abstractNumId w:val="2"/>
  </w:num>
  <w:num w:numId="10" w16cid:durableId="1542400543">
    <w:abstractNumId w:val="5"/>
  </w:num>
  <w:num w:numId="11" w16cid:durableId="1943411988">
    <w:abstractNumId w:val="3"/>
  </w:num>
  <w:num w:numId="12" w16cid:durableId="13381215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CEF"/>
    <w:rsid w:val="00002030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61807"/>
    <w:rsid w:val="001902D2"/>
    <w:rsid w:val="001C6945"/>
    <w:rsid w:val="001F027E"/>
    <w:rsid w:val="00203A40"/>
    <w:rsid w:val="002168A8"/>
    <w:rsid w:val="00232DF0"/>
    <w:rsid w:val="002426FF"/>
    <w:rsid w:val="00255142"/>
    <w:rsid w:val="00256CEC"/>
    <w:rsid w:val="00262D61"/>
    <w:rsid w:val="00267775"/>
    <w:rsid w:val="00267870"/>
    <w:rsid w:val="00284368"/>
    <w:rsid w:val="00285E39"/>
    <w:rsid w:val="00290B01"/>
    <w:rsid w:val="00292198"/>
    <w:rsid w:val="00296404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698"/>
    <w:rsid w:val="00434CC2"/>
    <w:rsid w:val="004401EB"/>
    <w:rsid w:val="004541F9"/>
    <w:rsid w:val="004609F1"/>
    <w:rsid w:val="004651B5"/>
    <w:rsid w:val="00473A2B"/>
    <w:rsid w:val="004761C6"/>
    <w:rsid w:val="0047664E"/>
    <w:rsid w:val="00476E7D"/>
    <w:rsid w:val="00482F6E"/>
    <w:rsid w:val="00484F88"/>
    <w:rsid w:val="004B40AE"/>
    <w:rsid w:val="004B62D4"/>
    <w:rsid w:val="004C4854"/>
    <w:rsid w:val="004D7E48"/>
    <w:rsid w:val="004F23F7"/>
    <w:rsid w:val="004F40EF"/>
    <w:rsid w:val="005103B9"/>
    <w:rsid w:val="00512A1E"/>
    <w:rsid w:val="00520174"/>
    <w:rsid w:val="005434B3"/>
    <w:rsid w:val="005641F0"/>
    <w:rsid w:val="005C39CA"/>
    <w:rsid w:val="005E176A"/>
    <w:rsid w:val="005E24AA"/>
    <w:rsid w:val="00603F50"/>
    <w:rsid w:val="00634311"/>
    <w:rsid w:val="006343A7"/>
    <w:rsid w:val="00641874"/>
    <w:rsid w:val="006676AE"/>
    <w:rsid w:val="006A3A1F"/>
    <w:rsid w:val="006A52B6"/>
    <w:rsid w:val="006F0034"/>
    <w:rsid w:val="006F3D32"/>
    <w:rsid w:val="00710937"/>
    <w:rsid w:val="007118F0"/>
    <w:rsid w:val="00715315"/>
    <w:rsid w:val="0072560B"/>
    <w:rsid w:val="00746532"/>
    <w:rsid w:val="00751725"/>
    <w:rsid w:val="00756C8F"/>
    <w:rsid w:val="00757EFB"/>
    <w:rsid w:val="00776BC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1093"/>
    <w:rsid w:val="00892E48"/>
    <w:rsid w:val="008C5709"/>
    <w:rsid w:val="008C6DF8"/>
    <w:rsid w:val="008C6E7B"/>
    <w:rsid w:val="008D0487"/>
    <w:rsid w:val="008F1C28"/>
    <w:rsid w:val="008F3B4E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095E"/>
    <w:rsid w:val="009C7756"/>
    <w:rsid w:val="00A07879"/>
    <w:rsid w:val="00A15F7E"/>
    <w:rsid w:val="00A166B0"/>
    <w:rsid w:val="00A22DCF"/>
    <w:rsid w:val="00A24C2D"/>
    <w:rsid w:val="00A276E4"/>
    <w:rsid w:val="00A3062E"/>
    <w:rsid w:val="00A347DE"/>
    <w:rsid w:val="00AE1CBD"/>
    <w:rsid w:val="00AE6FF2"/>
    <w:rsid w:val="00B0088C"/>
    <w:rsid w:val="00B15219"/>
    <w:rsid w:val="00B15FD3"/>
    <w:rsid w:val="00B3000B"/>
    <w:rsid w:val="00B34079"/>
    <w:rsid w:val="00B36ABD"/>
    <w:rsid w:val="00B54385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B1F8E"/>
    <w:rsid w:val="00CD0851"/>
    <w:rsid w:val="00D23F3D"/>
    <w:rsid w:val="00D25A37"/>
    <w:rsid w:val="00D2702A"/>
    <w:rsid w:val="00D34D9A"/>
    <w:rsid w:val="00D409DE"/>
    <w:rsid w:val="00D42C9B"/>
    <w:rsid w:val="00D531D5"/>
    <w:rsid w:val="00D7532C"/>
    <w:rsid w:val="00D768F5"/>
    <w:rsid w:val="00D90E00"/>
    <w:rsid w:val="00DA6EC7"/>
    <w:rsid w:val="00DD146A"/>
    <w:rsid w:val="00DD3E9D"/>
    <w:rsid w:val="00E022A1"/>
    <w:rsid w:val="00E11B42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20CEF"/>
    <w:rsid w:val="00F365F2"/>
    <w:rsid w:val="00F43919"/>
    <w:rsid w:val="00F66810"/>
    <w:rsid w:val="00F8042D"/>
    <w:rsid w:val="00F8636A"/>
    <w:rsid w:val="00F90CD1"/>
    <w:rsid w:val="00F95FA5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A887198"/>
  <w15:docId w15:val="{95C468E3-09D3-4F5B-9121-FFECE4BDD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870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67</TotalTime>
  <Pages>4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Izabela Murańska</cp:lastModifiedBy>
  <cp:revision>18</cp:revision>
  <cp:lastPrinted>2016-07-26T10:32:00Z</cp:lastPrinted>
  <dcterms:created xsi:type="dcterms:W3CDTF">2021-01-28T11:37:00Z</dcterms:created>
  <dcterms:modified xsi:type="dcterms:W3CDTF">2025-04-29T08:04:00Z</dcterms:modified>
</cp:coreProperties>
</file>